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D1252E">
      <w:bookmarkStart w:id="0" w:name="_GoBack"/>
      <w:bookmarkEnd w:id="0"/>
      <w:r w:rsidRPr="00D1252E">
        <w:rPr>
          <w:noProof/>
          <w:lang w:val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2516505</wp:posOffset>
            </wp:positionH>
            <wp:positionV relativeFrom="margin">
              <wp:posOffset>-618490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48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-361950</wp:posOffset>
                </wp:positionV>
                <wp:extent cx="1028700" cy="107823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-28.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aatgIAALs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F48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-685800</wp:posOffset>
                </wp:positionV>
                <wp:extent cx="948055" cy="305435"/>
                <wp:effectExtent l="0" t="0" r="0" b="1270"/>
                <wp:wrapNone/>
                <wp:docPr id="2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15"/>
                                <w:b/>
                                <w:color w:val="C00000"/>
                                <w:sz w:val="22"/>
                              </w:rPr>
                              <w:alias w:val="Código Oficial del Formato"/>
                              <w:tag w:val="Código Oficial del Formato"/>
                              <w:id w:val="12696711"/>
                              <w:text/>
                            </w:sdtPr>
                            <w:sdtEndPr>
                              <w:rPr>
                                <w:rStyle w:val="Style15"/>
                              </w:rPr>
                            </w:sdtEndPr>
                            <w:sdtContent>
                              <w:p w:rsidR="006625B5" w:rsidRPr="00A86FA8" w:rsidRDefault="006625B5" w:rsidP="006625B5">
                                <w:pPr>
                                  <w:rPr>
                                    <w:rFonts w:ascii="Arial Narrow" w:hAnsi="Arial Narrow"/>
                                    <w:b/>
                                    <w:caps/>
                                    <w:color w:val="C00000"/>
                                    <w:spacing w:val="-8"/>
                                    <w:szCs w:val="12"/>
                                  </w:rPr>
                                </w:pPr>
                                <w:r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SNCC.F</w:t>
                                </w:r>
                                <w:r w:rsidRPr="00A86FA8"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.0</w:t>
                                </w:r>
                                <w:r>
                                  <w:rPr>
                                    <w:rStyle w:val="Style15"/>
                                    <w:b/>
                                    <w:color w:val="C00000"/>
                                    <w:sz w:val="22"/>
                                  </w:rPr>
                                  <w:t>15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28.6pt;margin-top:-54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DN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" filled="f" stroked="f">
                <v:textbox inset="0,0,0,0">
                  <w:txbxContent>
                    <w:sdt>
                      <w:sdtPr>
                        <w:rPr>
                          <w:rStyle w:val="Style15"/>
                          <w:b/>
                          <w:color w:val="C00000"/>
                          <w:sz w:val="22"/>
                        </w:rPr>
                        <w:alias w:val="Código Oficial del Formato"/>
                        <w:tag w:val="Código Oficial del Formato"/>
                        <w:id w:val="12696711"/>
                        <w:text/>
                      </w:sdtPr>
                      <w:sdtEndPr>
                        <w:rPr>
                          <w:rStyle w:val="Style15"/>
                        </w:rPr>
                      </w:sdtEndPr>
                      <w:sdtContent>
                        <w:p w:rsidR="006625B5" w:rsidRPr="00A86FA8" w:rsidRDefault="006625B5" w:rsidP="006625B5">
                          <w:pPr>
                            <w:rPr>
                              <w:rFonts w:ascii="Arial Narrow" w:hAnsi="Arial Narrow"/>
                              <w:b/>
                              <w:caps/>
                              <w:color w:val="C00000"/>
                              <w:spacing w:val="-8"/>
                              <w:szCs w:val="12"/>
                            </w:rPr>
                          </w:pPr>
                          <w:r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SNCC.F</w:t>
                          </w:r>
                          <w:r w:rsidRPr="00A86FA8"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.0</w:t>
                          </w:r>
                          <w:r>
                            <w:rPr>
                              <w:rStyle w:val="Style15"/>
                              <w:b/>
                              <w:color w:val="C00000"/>
                              <w:sz w:val="22"/>
                            </w:rPr>
                            <w:t>15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7F4885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-728345</wp:posOffset>
                </wp:positionV>
                <wp:extent cx="1462405" cy="1106170"/>
                <wp:effectExtent l="20955" t="22225" r="21590" b="14605"/>
                <wp:wrapNone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2405" cy="1106170"/>
                          <a:chOff x="9151" y="720"/>
                          <a:chExt cx="2009" cy="1620"/>
                        </a:xfrm>
                      </wpg:grpSpPr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  <w:showingPlcHdr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67A3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7A3" w:rsidRPr="00535962" w:rsidRDefault="00CE67A3" w:rsidP="00CE67A3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1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  <w:showingPlcHdr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535962" w:rsidRPr="00535962" w:rsidRDefault="006709BC" w:rsidP="00535962">
                                      <w:pPr>
                                        <w:jc w:val="center"/>
                                      </w:pPr>
                                      <w:r w:rsidRPr="006B0D19">
                                        <w:rPr>
                                          <w:rStyle w:val="Textodelmarcadordeposicin"/>
                                        </w:rPr>
                                        <w:t>Click here to enter text.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5962" w:rsidRPr="00535962" w:rsidRDefault="00535962" w:rsidP="00535962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8" style="position:absolute;margin-left:376.65pt;margin-top:-57.35pt;width:115.15pt;height:87.1pt;z-index:251683840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">
                <v:group id="Group 4" o:spid="_x0000_s1029" style="position:absolute;left:9151;top:720;width:2009;height:1620" coordorigin="9151,720" coordsize="2009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5" o:spid="_x0000_s1030" style="position:absolute;left:9151;top:720;width:2009;height:900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6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  <w:showingPlcHdr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67A3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  <v:textbox>
                        <w:txbxContent>
                          <w:p w:rsidR="00CE67A3" w:rsidRPr="00535962" w:rsidRDefault="00CE67A3" w:rsidP="00CE67A3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900" coordorigin="9151,144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 Box 9" o:spid="_x0000_s1034" type="#_x0000_t202" style="position:absolute;left:9151;top:1805;width:2009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MK8YA&#10;AADbAAAADwAAAGRycy9kb3ducmV2LnhtbESPS2vDQAyE74X+h0WF3pp1Q1oSJ5uQB4Xm0ENekKPw&#10;KrYbr9Z4t47dXx8dCr1JzGjm02zRuUq11ITSs4HXQQKKOPO25NzA8fDxMgYVIrLFyjMZ6CnAYv74&#10;MMPU+hvvqN3HXEkIhxQNFDHWqdYhK8hhGPiaWLSLbxxGWZtc2wZvEu4qPUySd+2wZGkosKZ1Qdl1&#10;/+MMnIb0NRm91efNd37dtj1tVqH/Neb5qVtOQUXq4r/57/rTCr7Ayi8ygJ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MK8YAAADbAAAADwAAAAAAAAAAAAAAAACYAgAAZHJz&#10;L2Rvd25yZXYueG1sUEsFBgAAAAAEAAQA9QAAAIsD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  <w:showingPlcHdr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535962" w:rsidRPr="00535962" w:rsidRDefault="006709BC" w:rsidP="00535962">
                                <w:pPr>
                                  <w:jc w:val="center"/>
                                </w:pPr>
                                <w:r w:rsidRPr="006B0D19">
                                  <w:rPr>
                                    <w:rStyle w:val="Textodelmarcadordeposicin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1P7cMA&#10;AADbAAAADwAAAGRycy9kb3ducmV2LnhtbERPTWvCQBC9F/wPywhepG60IG3qKioIVnrQKDkP2TEb&#10;zM6G7Kppf71bEHqbx/uc2aKztbhR6yvHCsajBARx4XTFpYLTcfP6DsIHZI21Y1LwQx4W897LDFPt&#10;7nygWxZKEUPYp6jAhNCkUvrCkEU/cg1x5M6utRgibEupW7zHcFvLSZJMpcWKY4PBhtaGikt2tQqu&#10;q7za7c3b+jgcfnW/5SrPT9+5UoN+t/wEEagL/+Kne6vj/A/4+yUe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1P7cMAAADbAAAADwAAAAAAAAAAAAAAAACYAgAAZHJzL2Rv&#10;d25yZXYueG1sUEsFBgAAAAAEAAQA9QAAAIgDAAAAAA==&#10;" fillcolor="#a5a5a5 [2092]" strokecolor="white [3212]" strokeweight="2.25pt">
                      <v:textbox>
                        <w:txbxContent>
                          <w:p w:rsidR="00535962" w:rsidRPr="00535962" w:rsidRDefault="00535962" w:rsidP="00535962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</v:group>
            </w:pict>
          </mc:Fallback>
        </mc:AlternateContent>
      </w:r>
    </w:p>
    <w:p w:rsidR="00535962" w:rsidRPr="00535962" w:rsidRDefault="007F4885" w:rsidP="0053596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171450</wp:posOffset>
                </wp:positionV>
                <wp:extent cx="1520825" cy="278130"/>
                <wp:effectExtent l="0" t="0" r="3175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F369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7" type="#_x0000_t202" style="position:absolute;margin-left:382.5pt;margin-top:13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mMuwIAAMI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" filled="f" stroked="f">
                <v:textbox>
                  <w:txbxContent>
                    <w:p w:rsidR="0026335F" w:rsidRPr="0026335F" w:rsidRDefault="003F369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7F4885" w:rsidP="0053596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78105</wp:posOffset>
                </wp:positionV>
                <wp:extent cx="3171825" cy="279400"/>
                <wp:effectExtent l="0" t="3810" r="635" b="254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F369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104.95pt;margin-top:6.1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kZ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" stroked="f">
                <v:textbox>
                  <w:txbxContent>
                    <w:p w:rsidR="002E1412" w:rsidRPr="002E1412" w:rsidRDefault="003F369A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217170</wp:posOffset>
                </wp:positionV>
                <wp:extent cx="11303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357567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357567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6D7B0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57567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F369A">
                              <w:fldChar w:fldCharType="begin"/>
                            </w:r>
                            <w:r w:rsidR="003F369A">
                              <w:instrText xml:space="preserve"> NUMPAGES   \* MERGEFORMAT </w:instrText>
                            </w:r>
                            <w:r w:rsidR="003F369A">
                              <w:fldChar w:fldCharType="separate"/>
                            </w:r>
                            <w:r w:rsidR="00DB44B8" w:rsidRPr="00DB44B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F369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F225BF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409.2pt;margin-top:17.1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ST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357567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357567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6D7B0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57567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3F369A">
                        <w:fldChar w:fldCharType="begin"/>
                      </w:r>
                      <w:r w:rsidR="003F369A">
                        <w:instrText xml:space="preserve"> NUMPAGES   \* MERGEFORMAT </w:instrText>
                      </w:r>
                      <w:r w:rsidR="003F369A">
                        <w:fldChar w:fldCharType="separate"/>
                      </w:r>
                      <w:r w:rsidR="00DB44B8" w:rsidRPr="00DB44B8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F369A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  <w:r w:rsidRPr="00F225BF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7F4885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59690</wp:posOffset>
                </wp:positionV>
                <wp:extent cx="2562225" cy="309245"/>
                <wp:effectExtent l="0" t="4445" r="0" b="63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F7443C" w:rsidRDefault="003F369A" w:rsidP="0083342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34178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6F4011">
                                  <w:rPr>
                                    <w:rStyle w:val="Style7"/>
                                  </w:rPr>
                                  <w:t xml:space="preserve">registro de </w:t>
                                </w:r>
                                <w:r w:rsidR="006625B5">
                                  <w:rPr>
                                    <w:rStyle w:val="Style7"/>
                                  </w:rPr>
                                  <w:t>interesados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133.5pt;margin-top:4.7pt;width:201.75pt;height:24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3ahQIAABc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" stroked="f">
                <v:textbox>
                  <w:txbxContent>
                    <w:p w:rsidR="00F7443C" w:rsidRPr="00F7443C" w:rsidRDefault="003F369A" w:rsidP="0083342F">
                      <w:pPr>
                        <w:jc w:val="center"/>
                        <w:rPr>
                          <w:lang w:val="en-US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34178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6F4011">
                            <w:rPr>
                              <w:rStyle w:val="Style7"/>
                            </w:rPr>
                            <w:t xml:space="preserve">registro de </w:t>
                          </w:r>
                          <w:r w:rsidR="006625B5">
                            <w:rPr>
                              <w:rStyle w:val="Style7"/>
                            </w:rPr>
                            <w:t>interesados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7F4885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Style w:val="Institucion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211455</wp:posOffset>
                </wp:positionH>
                <wp:positionV relativeFrom="paragraph">
                  <wp:posOffset>118110</wp:posOffset>
                </wp:positionV>
                <wp:extent cx="5336540" cy="296545"/>
                <wp:effectExtent l="1905" t="635" r="0" b="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F369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13417873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Nombre del Departamento ó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left:0;text-align:left;margin-left:16.65pt;margin-top:9.3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ZT3hgIAABg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" stroked="f">
                <v:textbox>
                  <w:txbxContent>
                    <w:p w:rsidR="002E1412" w:rsidRPr="002E1412" w:rsidRDefault="003F369A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13417873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Nombre del Departamento ó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tbl>
      <w:tblPr>
        <w:tblStyle w:val="Tablaconcuadrcula"/>
        <w:tblW w:w="10723" w:type="dxa"/>
        <w:jc w:val="center"/>
        <w:tblLook w:val="01E0" w:firstRow="1" w:lastRow="1" w:firstColumn="1" w:lastColumn="1" w:noHBand="0" w:noVBand="0"/>
      </w:tblPr>
      <w:tblGrid>
        <w:gridCol w:w="1293"/>
        <w:gridCol w:w="3812"/>
        <w:gridCol w:w="1558"/>
        <w:gridCol w:w="2409"/>
        <w:gridCol w:w="1651"/>
      </w:tblGrid>
      <w:tr w:rsidR="008E05A8" w:rsidRPr="008E05A8" w:rsidTr="008E05A8">
        <w:trPr>
          <w:trHeight w:val="529"/>
          <w:jc w:val="center"/>
        </w:trPr>
        <w:tc>
          <w:tcPr>
            <w:tcW w:w="1287" w:type="dxa"/>
          </w:tcPr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:rsidR="008E05A8" w:rsidRPr="006625B5" w:rsidRDefault="008E05A8" w:rsidP="006F40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Fecha</w:t>
            </w:r>
          </w:p>
        </w:tc>
        <w:tc>
          <w:tcPr>
            <w:tcW w:w="3815" w:type="dxa"/>
          </w:tcPr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Empresa</w:t>
            </w:r>
          </w:p>
        </w:tc>
        <w:tc>
          <w:tcPr>
            <w:tcW w:w="1559" w:type="dxa"/>
          </w:tcPr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</w:p>
          <w:p w:rsidR="008E05A8" w:rsidRPr="006625B5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val="es-DO"/>
              </w:rPr>
            </w:pPr>
            <w:r w:rsidRPr="006625B5">
              <w:rPr>
                <w:rFonts w:ascii="Arial" w:hAnsi="Arial" w:cs="Arial"/>
                <w:b/>
                <w:bCs/>
                <w:sz w:val="22"/>
                <w:lang w:val="es-DO"/>
              </w:rPr>
              <w:t>RNC</w:t>
            </w:r>
          </w:p>
        </w:tc>
        <w:tc>
          <w:tcPr>
            <w:tcW w:w="2410" w:type="dxa"/>
            <w:vAlign w:val="bottom"/>
          </w:tcPr>
          <w:p w:rsidR="008E05A8" w:rsidRPr="008E05A8" w:rsidRDefault="008E05A8" w:rsidP="008E05A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DIRECCIÓN</w:t>
            </w:r>
          </w:p>
        </w:tc>
        <w:tc>
          <w:tcPr>
            <w:tcW w:w="1652" w:type="dxa"/>
          </w:tcPr>
          <w:p w:rsidR="008E05A8" w:rsidRPr="008E05A8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8E05A8" w:rsidRPr="008E05A8" w:rsidRDefault="008E05A8" w:rsidP="00546C3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05A8">
              <w:rPr>
                <w:rFonts w:ascii="Arial" w:hAnsi="Arial" w:cs="Arial"/>
                <w:b/>
                <w:bCs/>
                <w:sz w:val="22"/>
              </w:rPr>
              <w:t>No. Recibo</w:t>
            </w:r>
            <w:r w:rsidR="007A6792">
              <w:rPr>
                <w:rStyle w:val="Refdenotaalpie"/>
                <w:rFonts w:ascii="Arial" w:hAnsi="Arial" w:cs="Arial"/>
                <w:b/>
                <w:bCs/>
                <w:sz w:val="22"/>
              </w:rPr>
              <w:footnoteReference w:id="1"/>
            </w:r>
          </w:p>
        </w:tc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20774074"/>
              <w:placeholder>
                <w:docPart w:val="0558A8B1EB2E4DAEA97C5197055D41E5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20774091"/>
            <w:placeholder>
              <w:docPart w:val="AB0594308DBF49D4BE3548F8DAC7126D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04"/>
            <w:placeholder>
              <w:docPart w:val="A53D2B39C7F3410897CBB0F066DCC2D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4717797"/>
            <w:placeholder>
              <w:docPart w:val="8CB4C631E3054B3485AC053FEEABC30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14"/>
            <w:placeholder>
              <w:docPart w:val="4AEE1BDB9F3E4C02BE0586E796011B00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8E05A8">
        <w:trPr>
          <w:trHeight w:val="778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58"/>
              <w:placeholder>
                <w:docPart w:val="7FC119E0211D4974AC5CD848C8E9193A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47"/>
            <w:placeholder>
              <w:docPart w:val="A76664290BB1450F8BC8E162989D6601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83"/>
            <w:placeholder>
              <w:docPart w:val="2BDAB69316674767AE6C580D097A378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26"/>
            <w:placeholder>
              <w:docPart w:val="9938370881284D8E8366AC0CE1E0725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2"/>
            <w:placeholder>
              <w:docPart w:val="84E0B463AA404AD0BA5CA17E073222CD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8E05A8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0"/>
              <w:placeholder>
                <w:docPart w:val="DB9C502ACF6340B89461C335374130CD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50"/>
            <w:placeholder>
              <w:docPart w:val="D6DE983A2C0C43EAA3CE5A8C5A25CC7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tc>
          <w:tcPr>
            <w:tcW w:w="1559" w:type="dxa"/>
            <w:vAlign w:val="center"/>
          </w:tcPr>
          <w:p w:rsidR="008E05A8" w:rsidRPr="00333F79" w:rsidRDefault="003F369A" w:rsidP="00333F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Style w:val="Style10"/>
                  <w:lang w:val="es-DO"/>
                </w:rPr>
                <w:id w:val="19867584"/>
                <w:placeholder>
                  <w:docPart w:val="E22BA9130EEF40269C27A11F5F1E8201"/>
                </w:placeholder>
              </w:sdtPr>
              <w:sdtEndPr>
                <w:rPr>
                  <w:rStyle w:val="Fuentedeprrafopredeter"/>
                  <w:rFonts w:ascii="Times New Roman" w:hAnsi="Times New Roman"/>
                  <w:b/>
                  <w:bCs/>
                  <w:sz w:val="20"/>
                </w:rPr>
              </w:sdtEndPr>
              <w:sdtContent>
                <w:r w:rsidR="00333F79" w:rsidRPr="00333F79">
                  <w:rPr>
                    <w:rStyle w:val="Style10"/>
                  </w:rPr>
                  <w:t>(Indicar RNC)</w:t>
                </w:r>
              </w:sdtContent>
            </w:sdt>
            <w:r w:rsidR="00333F79" w:rsidRPr="00333F79">
              <w:rPr>
                <w:rStyle w:val="Style10"/>
              </w:rPr>
              <w:t xml:space="preserve"> </w:t>
            </w:r>
          </w:p>
        </w:tc>
        <w:sdt>
          <w:sdtPr>
            <w:rPr>
              <w:rStyle w:val="Style10"/>
              <w:lang w:val="es-DO"/>
            </w:rPr>
            <w:id w:val="19867627"/>
            <w:placeholder>
              <w:docPart w:val="F304802A1A384779B9341CE551E101B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4"/>
            <w:placeholder>
              <w:docPart w:val="11DEB119BBE242FEA7DA6BC3985E8646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2"/>
              <w:placeholder>
                <w:docPart w:val="0418C2E0F5834B249A38D1FC106E7EDF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52"/>
            <w:placeholder>
              <w:docPart w:val="92C103AD340244408D8FA5E6FFD7E149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88"/>
            <w:placeholder>
              <w:docPart w:val="4472D9B37A354BFCBB58C3A5FA8ECAEB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28"/>
            <w:placeholder>
              <w:docPart w:val="DDF8E5516DA34CD183F438321970F079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6"/>
            <w:placeholder>
              <w:docPart w:val="7E2E7BE3BF694BB6A42D3E34D684CAB2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4"/>
              <w:placeholder>
                <w:docPart w:val="FB02ED9BFB6E4D49BE71138D5541570C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3"/>
            <w:placeholder>
              <w:docPart w:val="698BD8E7B82B4019815054AF4FFE8461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0"/>
            <w:placeholder>
              <w:docPart w:val="26C7D4AB7F94414ABED095DB1A6BE1C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38"/>
            <w:placeholder>
              <w:docPart w:val="CB3538223AA0413386ABD7A4B0D1F62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68"/>
            <w:placeholder>
              <w:docPart w:val="4B70F163516349D8ABEEB89222ABCF6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6"/>
              <w:placeholder>
                <w:docPart w:val="0B087C5E74974B69A330365D8E1E3675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  <w:p w:rsidR="008E05A8" w:rsidRPr="00333F79" w:rsidRDefault="008E05A8" w:rsidP="006F4011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</w:rPr>
            </w:pPr>
          </w:p>
        </w:tc>
        <w:sdt>
          <w:sdtPr>
            <w:rPr>
              <w:rStyle w:val="Style10"/>
              <w:lang w:val="es-DO"/>
            </w:rPr>
            <w:id w:val="19867574"/>
            <w:placeholder>
              <w:docPart w:val="45618F2DB7804361998329F1C8215DF8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2"/>
            <w:placeholder>
              <w:docPart w:val="5ACCF6BADF704E43AEA96C9C3BABF76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39"/>
            <w:placeholder>
              <w:docPart w:val="99D924833A1840E196259BD84832F148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0"/>
            <w:placeholder>
              <w:docPart w:val="851E471D8AB34C4281DFCBF288F4A53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94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68"/>
              <w:placeholder>
                <w:docPart w:val="6A0360D407C24286B73581DB10460C3B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6F4011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5"/>
            <w:placeholder>
              <w:docPart w:val="03D3B2741B8C4B899B64FCADABF337C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4"/>
            <w:placeholder>
              <w:docPart w:val="05FFBED7F8EF4667B50930F85D0AA936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0"/>
            <w:placeholder>
              <w:docPart w:val="C3FB4C27B5A74F8E8D925FC9131B231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2"/>
            <w:placeholder>
              <w:docPart w:val="1A10A43485FF473EBAC4AA5AF33AD5D7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70"/>
              <w:placeholder>
                <w:docPart w:val="AA7E3D0442304361ADCCFE555C6550E6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6"/>
            <w:placeholder>
              <w:docPart w:val="EB51189AC2F146E1B9D6541CA91F468A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6"/>
            <w:placeholder>
              <w:docPart w:val="1990671AD60C4E3FA6B25BFA284E53E5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1"/>
            <w:placeholder>
              <w:docPart w:val="B8888D46F7EC4E798AABC366339BBC9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4"/>
            <w:placeholder>
              <w:docPart w:val="16C1ED669C3947AA8A83B6ECE3B3CC51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sdt>
            <w:sdtPr>
              <w:rPr>
                <w:rStyle w:val="Style9"/>
                <w:lang w:val="es-DO"/>
              </w:rPr>
              <w:id w:val="19867472"/>
              <w:placeholder>
                <w:docPart w:val="C7E5968AC1E74CDC810DF392859F6938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7"/>
            <w:placeholder>
              <w:docPart w:val="060663DB519E47A8AC27F124E694C9D0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598"/>
            <w:placeholder>
              <w:docPart w:val="1CD5AFBFA85E42E089D970085BAAB90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2"/>
            <w:placeholder>
              <w:docPart w:val="8C3FBE69541B484980466DFFFC1E8E7B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20774122"/>
            <w:placeholder>
              <w:docPart w:val="95A9BA2B354A4D68860DF33E3F9087EB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sdt>
              <w:sdtPr>
                <w:rPr>
                  <w:rStyle w:val="Style10"/>
                  <w:lang w:val="es-DO"/>
                </w:rPr>
                <w:id w:val="19867676"/>
                <w:placeholder>
                  <w:docPart w:val="2D59790CDAC1429A9229DDAE48E2A847"/>
                </w:placeholder>
              </w:sdtPr>
              <w:sdtEndPr>
                <w:rPr>
                  <w:rStyle w:val="Fuentedeprrafopredeter"/>
                  <w:rFonts w:ascii="Times New Roman" w:hAnsi="Times New Roman"/>
                  <w:b/>
                  <w:bCs/>
                  <w:sz w:val="20"/>
                </w:rPr>
              </w:sdtEndPr>
              <w:sdtContent>
                <w:tc>
                  <w:tcPr>
                    <w:tcW w:w="1652" w:type="dxa"/>
                    <w:vAlign w:val="center"/>
                  </w:tcPr>
                  <w:p w:rsidR="008E05A8" w:rsidRPr="00333F79" w:rsidRDefault="00333F79" w:rsidP="006625B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Style w:val="Style10"/>
                        <w:lang w:val="es-DO"/>
                      </w:rPr>
                      <w:t>(Indicar No. de Recibo)</w:t>
                    </w:r>
                  </w:p>
                </w:tc>
              </w:sdtContent>
            </w:sdt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p w:rsidR="008E05A8" w:rsidRPr="00333F79" w:rsidRDefault="008E05A8" w:rsidP="006F40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sdt>
            <w:sdtPr>
              <w:rPr>
                <w:rStyle w:val="Style9"/>
                <w:lang w:val="es-DO"/>
              </w:rPr>
              <w:id w:val="19867474"/>
              <w:placeholder>
                <w:docPart w:val="FEBB01C9A058485E82A6476D3270E378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8"/>
            <w:placeholder>
              <w:docPart w:val="7FEB1546C1C64752A9AD6D51F5CE3D07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00"/>
            <w:placeholder>
              <w:docPart w:val="363FBAD32FAA4E93AE3C8CDD668AC165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3"/>
            <w:placeholder>
              <w:docPart w:val="2AD08FCFEE374EA6BE8842CCA328793E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78"/>
            <w:placeholder>
              <w:docPart w:val="BAF99C13DB60413F9A539E6C549251A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79"/>
          <w:jc w:val="center"/>
        </w:trPr>
        <w:tc>
          <w:tcPr>
            <w:tcW w:w="1287" w:type="dxa"/>
            <w:vAlign w:val="center"/>
          </w:tcPr>
          <w:p w:rsidR="008E05A8" w:rsidRPr="00333F79" w:rsidRDefault="008E05A8" w:rsidP="00546C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sdt>
            <w:sdtPr>
              <w:rPr>
                <w:rStyle w:val="Style9"/>
                <w:lang w:val="es-DO"/>
              </w:rPr>
              <w:id w:val="19867476"/>
              <w:placeholder>
                <w:docPart w:val="EFE928327D924C3B9F04F5AE1F594C85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79"/>
            <w:placeholder>
              <w:docPart w:val="879E69386BA046EDA9CE576B242320AC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02"/>
            <w:placeholder>
              <w:docPart w:val="12054344DD344857B41FDB4707A37C1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4"/>
            <w:placeholder>
              <w:docPart w:val="181D20129D97499AB13C502927B0D363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80"/>
            <w:placeholder>
              <w:docPart w:val="BE3538150809437CA0B9E1A7CA5FC6D4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  <w:tr w:rsidR="008E05A8" w:rsidRPr="00333F79" w:rsidTr="00333F79">
        <w:trPr>
          <w:trHeight w:val="694"/>
          <w:jc w:val="center"/>
        </w:trPr>
        <w:tc>
          <w:tcPr>
            <w:tcW w:w="1287" w:type="dxa"/>
            <w:vAlign w:val="center"/>
          </w:tcPr>
          <w:p w:rsidR="008E05A8" w:rsidRPr="00333F79" w:rsidRDefault="008E05A8" w:rsidP="00546C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sdt>
            <w:sdtPr>
              <w:rPr>
                <w:rStyle w:val="Style9"/>
                <w:lang w:val="es-DO"/>
              </w:rPr>
              <w:id w:val="19867478"/>
              <w:placeholder>
                <w:docPart w:val="3B524173C97D4A33B4A3AD3D47DC3AE9"/>
              </w:placeholder>
              <w:date>
                <w:dateFormat w:val="dd/MM/yy"/>
                <w:lid w:val="es-DO"/>
                <w:storeMappedDataAs w:val="dateTime"/>
                <w:calendar w:val="gregorian"/>
              </w:date>
            </w:sdtPr>
            <w:sdtEndPr>
              <w:rPr>
                <w:rStyle w:val="Fuentedeprrafopredeter"/>
                <w:rFonts w:ascii="Times New Roman" w:hAnsi="Times New Roman"/>
                <w:b/>
                <w:bCs/>
                <w:sz w:val="20"/>
              </w:rPr>
            </w:sdtEndPr>
            <w:sdtContent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b/>
                    <w:bCs/>
                    <w:lang w:val="es-DO"/>
                  </w:rPr>
                </w:pPr>
                <w:r>
                  <w:rPr>
                    <w:rStyle w:val="Style9"/>
                    <w:lang w:val="es-DO"/>
                  </w:rPr>
                  <w:t>Seleccione la fecha</w:t>
                </w:r>
              </w:p>
            </w:sdtContent>
          </w:sdt>
        </w:tc>
        <w:sdt>
          <w:sdtPr>
            <w:rPr>
              <w:rStyle w:val="Style10"/>
              <w:lang w:val="es-DO"/>
            </w:rPr>
            <w:id w:val="19867580"/>
            <w:placeholder>
              <w:docPart w:val="67975F7FB9404AFE83FF035368DD7DC5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3815" w:type="dxa"/>
                <w:vAlign w:val="center"/>
              </w:tcPr>
              <w:p w:rsidR="008E05A8" w:rsidRPr="00333F79" w:rsidRDefault="00333F79" w:rsidP="00333F79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lang w:val="es-ES_tradnl"/>
                  </w:rPr>
                </w:pPr>
                <w:r>
                  <w:rPr>
                    <w:rStyle w:val="Style10"/>
                    <w:lang w:val="es-DO"/>
                  </w:rPr>
                  <w:t>(Indicar Nombre de la Empresa)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04"/>
            <w:placeholder>
              <w:docPart w:val="891B3454874D4BE18A41639AB2A7DA5F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559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RNC)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45"/>
            <w:placeholder>
              <w:docPart w:val="718006B20F89426E8882926AAA362ED8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2410" w:type="dxa"/>
                <w:vAlign w:val="center"/>
              </w:tcPr>
              <w:p w:rsidR="008E05A8" w:rsidRPr="008E05A8" w:rsidRDefault="00333F79" w:rsidP="00333F79">
                <w:pPr>
                  <w:autoSpaceDE w:val="0"/>
                  <w:autoSpaceDN w:val="0"/>
                  <w:adjustRightInd w:val="0"/>
                  <w:rPr>
                    <w:rStyle w:val="Style10"/>
                  </w:rPr>
                </w:pPr>
                <w:r>
                  <w:rPr>
                    <w:rStyle w:val="Style10"/>
                    <w:lang w:val="es-DO"/>
                  </w:rPr>
                  <w:t>(Indicar Dirección)</w:t>
                </w:r>
              </w:p>
            </w:tc>
          </w:sdtContent>
        </w:sdt>
        <w:sdt>
          <w:sdtPr>
            <w:rPr>
              <w:rStyle w:val="Style10"/>
              <w:lang w:val="es-DO"/>
            </w:rPr>
            <w:id w:val="19867682"/>
            <w:placeholder>
              <w:docPart w:val="CDADF14A7A1145398F317B9FE5F034E0"/>
            </w:placeholder>
          </w:sdtPr>
          <w:sdtEndPr>
            <w:rPr>
              <w:rStyle w:val="Fuentedeprrafopredeter"/>
              <w:rFonts w:ascii="Times New Roman" w:hAnsi="Times New Roman"/>
              <w:b/>
              <w:bCs/>
              <w:sz w:val="20"/>
            </w:rPr>
          </w:sdtEndPr>
          <w:sdtContent>
            <w:tc>
              <w:tcPr>
                <w:tcW w:w="1652" w:type="dxa"/>
                <w:vAlign w:val="center"/>
              </w:tcPr>
              <w:p w:rsidR="008E05A8" w:rsidRPr="00333F79" w:rsidRDefault="00333F79" w:rsidP="006625B5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Style w:val="Style10"/>
                    <w:lang w:val="es-DO"/>
                  </w:rPr>
                  <w:t>(Indicar No. de Recibo)</w:t>
                </w:r>
              </w:p>
            </w:tc>
          </w:sdtContent>
        </w:sdt>
      </w:tr>
    </w:tbl>
    <w:p w:rsidR="0026335F" w:rsidRPr="00253DBA" w:rsidRDefault="007F4885" w:rsidP="00A640BD">
      <w:pPr>
        <w:tabs>
          <w:tab w:val="left" w:pos="6267"/>
        </w:tabs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0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08" w:rsidRPr="008815EE" w:rsidRDefault="00C66D08" w:rsidP="00C66D0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margin-left:-9pt;margin-top:94.8pt;width:537.8pt;height:61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/Ofu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D0&#10;K/OfuwIAAMI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C66D08" w:rsidRPr="008815EE" w:rsidRDefault="00C66D08" w:rsidP="00C66D08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6335F" w:rsidRPr="00253DBA" w:rsidSect="0083342F">
      <w:footerReference w:type="default" r:id="rId9"/>
      <w:pgSz w:w="11906" w:h="16838" w:code="9"/>
      <w:pgMar w:top="1797" w:right="1440" w:bottom="179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9A" w:rsidRDefault="003F369A" w:rsidP="001007E7">
      <w:pPr>
        <w:spacing w:after="0" w:line="240" w:lineRule="auto"/>
      </w:pPr>
      <w:r>
        <w:separator/>
      </w:r>
    </w:p>
  </w:endnote>
  <w:endnote w:type="continuationSeparator" w:id="0">
    <w:p w:rsidR="003F369A" w:rsidRDefault="003F369A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7F4885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-495300</wp:posOffset>
              </wp:positionH>
              <wp:positionV relativeFrom="paragraph">
                <wp:posOffset>-71755</wp:posOffset>
              </wp:positionV>
              <wp:extent cx="577850" cy="175895"/>
              <wp:effectExtent l="0" t="0" r="317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CB498F">
                            <w:rPr>
                              <w:sz w:val="14"/>
                              <w:szCs w:val="14"/>
                              <w:lang w:val="es-DO"/>
                            </w:rPr>
                            <w:t>UR.</w:t>
                          </w:r>
                          <w:r w:rsidR="0018513F">
                            <w:rPr>
                              <w:sz w:val="14"/>
                              <w:szCs w:val="14"/>
                              <w:lang w:val="es-DO"/>
                            </w:rPr>
                            <w:t>10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18513F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-39pt;margin-top:-5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CB498F">
                      <w:rPr>
                        <w:sz w:val="14"/>
                        <w:szCs w:val="14"/>
                        <w:lang w:val="es-DO"/>
                      </w:rPr>
                      <w:t>UR.</w:t>
                    </w:r>
                    <w:r w:rsidR="0018513F">
                      <w:rPr>
                        <w:sz w:val="14"/>
                        <w:szCs w:val="14"/>
                        <w:lang w:val="es-DO"/>
                      </w:rPr>
                      <w:t>10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18513F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5100320</wp:posOffset>
              </wp:positionH>
              <wp:positionV relativeFrom="paragraph">
                <wp:posOffset>-420370</wp:posOffset>
              </wp:positionV>
              <wp:extent cx="1481455" cy="30670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145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Copia 1 – Agregar Destino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3" o:spid="_x0000_s1044" type="#_x0000_t202" style="position:absolute;margin-left:401.6pt;margin-top:-33.1pt;width:116.6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strQIAALA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Copia 1 – Agregar Destino</w:t>
                    </w:r>
                  </w:p>
                </w:txbxContent>
              </v:textbox>
            </v:shape>
          </w:pict>
        </mc:Fallback>
      </mc:AlternateContent>
    </w:r>
    <w:r w:rsidR="00B420BA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5657850</wp:posOffset>
          </wp:positionH>
          <wp:positionV relativeFrom="paragraph">
            <wp:posOffset>-108585</wp:posOffset>
          </wp:positionV>
          <wp:extent cx="723900" cy="238125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9A" w:rsidRDefault="003F369A" w:rsidP="001007E7">
      <w:pPr>
        <w:spacing w:after="0" w:line="240" w:lineRule="auto"/>
      </w:pPr>
      <w:r>
        <w:separator/>
      </w:r>
    </w:p>
  </w:footnote>
  <w:footnote w:type="continuationSeparator" w:id="0">
    <w:p w:rsidR="003F369A" w:rsidRDefault="003F369A" w:rsidP="001007E7">
      <w:pPr>
        <w:spacing w:after="0" w:line="240" w:lineRule="auto"/>
      </w:pPr>
      <w:r>
        <w:continuationSeparator/>
      </w:r>
    </w:p>
  </w:footnote>
  <w:footnote w:id="1">
    <w:p w:rsidR="007A6792" w:rsidRPr="007A6792" w:rsidRDefault="007A6792">
      <w:pPr>
        <w:pStyle w:val="Textonotapie"/>
        <w:rPr>
          <w:lang w:val="es-ES_tradnl"/>
        </w:rPr>
      </w:pPr>
      <w:r w:rsidRPr="007A6792">
        <w:rPr>
          <w:rStyle w:val="Refdenotaalpie"/>
          <w:sz w:val="16"/>
        </w:rPr>
        <w:footnoteRef/>
      </w:r>
      <w:r w:rsidRPr="007A6792">
        <w:rPr>
          <w:sz w:val="16"/>
        </w:rPr>
        <w:t xml:space="preserve"> </w:t>
      </w:r>
      <w:r w:rsidRPr="007A6792">
        <w:rPr>
          <w:sz w:val="16"/>
          <w:lang w:val="es-ES_tradnl"/>
        </w:rPr>
        <w:t>Si aplica</w:t>
      </w:r>
      <w:r>
        <w:rPr>
          <w:sz w:val="16"/>
          <w:lang w:val="es-ES_tradn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Uve/654hSisHVVfFoN8hzETRx/Y=" w:salt="Ln+vgTUi5SkLzVg84ArLO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AE"/>
    <w:rsid w:val="00034DD9"/>
    <w:rsid w:val="001007E7"/>
    <w:rsid w:val="001020C0"/>
    <w:rsid w:val="00123B8D"/>
    <w:rsid w:val="001414EA"/>
    <w:rsid w:val="00157600"/>
    <w:rsid w:val="00170EC5"/>
    <w:rsid w:val="0018513F"/>
    <w:rsid w:val="00194FF2"/>
    <w:rsid w:val="001F73A7"/>
    <w:rsid w:val="002373DC"/>
    <w:rsid w:val="00253DBA"/>
    <w:rsid w:val="0026335F"/>
    <w:rsid w:val="002E1412"/>
    <w:rsid w:val="00314023"/>
    <w:rsid w:val="0031441A"/>
    <w:rsid w:val="00330B97"/>
    <w:rsid w:val="00333F79"/>
    <w:rsid w:val="00357567"/>
    <w:rsid w:val="003F369A"/>
    <w:rsid w:val="0042490F"/>
    <w:rsid w:val="00440FD7"/>
    <w:rsid w:val="00466B9C"/>
    <w:rsid w:val="00535962"/>
    <w:rsid w:val="00611A07"/>
    <w:rsid w:val="0062592A"/>
    <w:rsid w:val="006506D0"/>
    <w:rsid w:val="00651E48"/>
    <w:rsid w:val="00655F4F"/>
    <w:rsid w:val="006625B5"/>
    <w:rsid w:val="006709BC"/>
    <w:rsid w:val="006D7B0B"/>
    <w:rsid w:val="006E36F3"/>
    <w:rsid w:val="006F4011"/>
    <w:rsid w:val="00780880"/>
    <w:rsid w:val="007A6792"/>
    <w:rsid w:val="007B6F6F"/>
    <w:rsid w:val="007F4885"/>
    <w:rsid w:val="0083342F"/>
    <w:rsid w:val="00860D40"/>
    <w:rsid w:val="008808CD"/>
    <w:rsid w:val="008B3AE5"/>
    <w:rsid w:val="008E05A8"/>
    <w:rsid w:val="00A16099"/>
    <w:rsid w:val="00A640BD"/>
    <w:rsid w:val="00AD7919"/>
    <w:rsid w:val="00B403AE"/>
    <w:rsid w:val="00B420BA"/>
    <w:rsid w:val="00B62EEF"/>
    <w:rsid w:val="00B762E1"/>
    <w:rsid w:val="00B97B51"/>
    <w:rsid w:val="00BC1D0C"/>
    <w:rsid w:val="00BC2044"/>
    <w:rsid w:val="00BC61BD"/>
    <w:rsid w:val="00C66D08"/>
    <w:rsid w:val="00CA4661"/>
    <w:rsid w:val="00CB498F"/>
    <w:rsid w:val="00CE67A3"/>
    <w:rsid w:val="00D1252E"/>
    <w:rsid w:val="00D24FA7"/>
    <w:rsid w:val="00D64696"/>
    <w:rsid w:val="00D90D49"/>
    <w:rsid w:val="00DB2C98"/>
    <w:rsid w:val="00DB44B8"/>
    <w:rsid w:val="00DC5D96"/>
    <w:rsid w:val="00DD4F3E"/>
    <w:rsid w:val="00E13E55"/>
    <w:rsid w:val="00E82614"/>
    <w:rsid w:val="00EA7406"/>
    <w:rsid w:val="00F075F3"/>
    <w:rsid w:val="00F225BF"/>
    <w:rsid w:val="00F3574A"/>
    <w:rsid w:val="00F53753"/>
    <w:rsid w:val="00F7167E"/>
    <w:rsid w:val="00F7443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2EDF95-6BF5-44A6-B1B4-B5906EE6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6F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9">
    <w:name w:val="Style9"/>
    <w:basedOn w:val="Fuentedeprrafopredeter"/>
    <w:uiPriority w:val="1"/>
    <w:rsid w:val="006F4011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860D40"/>
    <w:rPr>
      <w:rFonts w:ascii="Arial" w:hAnsi="Arial"/>
      <w:color w:val="auto"/>
      <w:sz w:val="22"/>
    </w:rPr>
  </w:style>
  <w:style w:type="character" w:customStyle="1" w:styleId="Style15">
    <w:name w:val="Style15"/>
    <w:basedOn w:val="Fuentedeprrafopredeter"/>
    <w:uiPriority w:val="1"/>
    <w:rsid w:val="006625B5"/>
    <w:rPr>
      <w:rFonts w:ascii="Arial" w:hAnsi="Arial"/>
      <w:color w:val="auto"/>
      <w:sz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A67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A67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A67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F.015-%20Registro%20de%20Interesado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58A8B1EB2E4DAEA97C5197055D4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2F776-1D31-41CD-8F71-DDD8CA25BF3A}"/>
      </w:docPartPr>
      <w:docPartBody>
        <w:p w:rsidR="00DB0827" w:rsidRDefault="005441C7">
          <w:pPr>
            <w:pStyle w:val="0558A8B1EB2E4DAEA97C5197055D41E5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AB0594308DBF49D4BE3548F8DAC71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E987C-3C0A-4D70-84CE-72ACF6B23727}"/>
      </w:docPartPr>
      <w:docPartBody>
        <w:p w:rsidR="00DB0827" w:rsidRDefault="005441C7">
          <w:pPr>
            <w:pStyle w:val="AB0594308DBF49D4BE3548F8DAC7126D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53D2B39C7F3410897CBB0F066DCC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46F96-56AF-458D-AFC5-F1DE4915070D}"/>
      </w:docPartPr>
      <w:docPartBody>
        <w:p w:rsidR="00DB0827" w:rsidRDefault="005441C7">
          <w:pPr>
            <w:pStyle w:val="A53D2B39C7F3410897CBB0F066DCC2D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CB4C631E3054B3485AC053FEEABC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B27FC-7570-4EA8-8034-9E1C4457CD51}"/>
      </w:docPartPr>
      <w:docPartBody>
        <w:p w:rsidR="00DB0827" w:rsidRDefault="005441C7">
          <w:pPr>
            <w:pStyle w:val="8CB4C631E3054B3485AC053FEEABC30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4AEE1BDB9F3E4C02BE0586E796011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00BAD-D93B-49BC-8948-71DDE85FEC1E}"/>
      </w:docPartPr>
      <w:docPartBody>
        <w:p w:rsidR="00DB0827" w:rsidRDefault="005441C7">
          <w:pPr>
            <w:pStyle w:val="4AEE1BDB9F3E4C02BE0586E796011B00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FC119E0211D4974AC5CD848C8E91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8C84-3E70-4513-B4B4-BC955DE8CEBB}"/>
      </w:docPartPr>
      <w:docPartBody>
        <w:p w:rsidR="00DB0827" w:rsidRDefault="005441C7">
          <w:pPr>
            <w:pStyle w:val="7FC119E0211D4974AC5CD848C8E9193A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A76664290BB1450F8BC8E162989D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4A871-0DBA-4094-BA83-D97E728D609D}"/>
      </w:docPartPr>
      <w:docPartBody>
        <w:p w:rsidR="00DB0827" w:rsidRDefault="005441C7">
          <w:pPr>
            <w:pStyle w:val="A76664290BB1450F8BC8E162989D660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BDAB69316674767AE6C580D097A3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81A21-AB12-482A-B568-6BC8AB71819E}"/>
      </w:docPartPr>
      <w:docPartBody>
        <w:p w:rsidR="00DB0827" w:rsidRDefault="005441C7">
          <w:pPr>
            <w:pStyle w:val="2BDAB69316674767AE6C580D097A378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938370881284D8E8366AC0CE1E07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17259-61E4-4409-A596-EE96A6DD888A}"/>
      </w:docPartPr>
      <w:docPartBody>
        <w:p w:rsidR="00DB0827" w:rsidRDefault="005441C7">
          <w:pPr>
            <w:pStyle w:val="9938370881284D8E8366AC0CE1E0725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4E0B463AA404AD0BA5CA17E07322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6850E-900A-4851-9F40-81AE9E396CF9}"/>
      </w:docPartPr>
      <w:docPartBody>
        <w:p w:rsidR="00DB0827" w:rsidRDefault="005441C7">
          <w:pPr>
            <w:pStyle w:val="84E0B463AA404AD0BA5CA17E073222CD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B9C502ACF6340B89461C33537413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B0B11-1CAD-4390-ACB6-4F3F8B490793}"/>
      </w:docPartPr>
      <w:docPartBody>
        <w:p w:rsidR="00DB0827" w:rsidRDefault="005441C7">
          <w:pPr>
            <w:pStyle w:val="DB9C502ACF6340B89461C335374130CD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D6DE983A2C0C43EAA3CE5A8C5A25C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25D28-9686-4F0C-82CE-339E8A7B4733}"/>
      </w:docPartPr>
      <w:docPartBody>
        <w:p w:rsidR="00DB0827" w:rsidRDefault="005441C7">
          <w:pPr>
            <w:pStyle w:val="D6DE983A2C0C43EAA3CE5A8C5A25CC7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E22BA9130EEF40269C27A11F5F1E8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2AA1C-A8A1-43D1-86A6-49C7C2C74A5B}"/>
      </w:docPartPr>
      <w:docPartBody>
        <w:p w:rsidR="00DB0827" w:rsidRDefault="005441C7">
          <w:pPr>
            <w:pStyle w:val="E22BA9130EEF40269C27A11F5F1E820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304802A1A384779B9341CE551E10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0695A-94A8-4775-9555-8D365B4E3DDF}"/>
      </w:docPartPr>
      <w:docPartBody>
        <w:p w:rsidR="00DB0827" w:rsidRDefault="005441C7">
          <w:pPr>
            <w:pStyle w:val="F304802A1A384779B9341CE551E101B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1DEB119BBE242FEA7DA6BC3985E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2BEF-3C9F-47B5-8ED0-0B3BD98CB1CA}"/>
      </w:docPartPr>
      <w:docPartBody>
        <w:p w:rsidR="00DB0827" w:rsidRDefault="005441C7">
          <w:pPr>
            <w:pStyle w:val="11DEB119BBE242FEA7DA6BC3985E8646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418C2E0F5834B249A38D1FC106E7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1692A-3CCA-4769-81C0-FE86DB4F9432}"/>
      </w:docPartPr>
      <w:docPartBody>
        <w:p w:rsidR="00DB0827" w:rsidRDefault="005441C7">
          <w:pPr>
            <w:pStyle w:val="0418C2E0F5834B249A38D1FC106E7EDF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92C103AD340244408D8FA5E6FFD7E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ADEDF-37E4-448E-8E26-2D6ECFBE59C6}"/>
      </w:docPartPr>
      <w:docPartBody>
        <w:p w:rsidR="00DB0827" w:rsidRDefault="005441C7">
          <w:pPr>
            <w:pStyle w:val="92C103AD340244408D8FA5E6FFD7E149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4472D9B37A354BFCBB58C3A5FA8EC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5EF73-4533-4C9F-AE90-D981C80DB213}"/>
      </w:docPartPr>
      <w:docPartBody>
        <w:p w:rsidR="00DB0827" w:rsidRDefault="005441C7">
          <w:pPr>
            <w:pStyle w:val="4472D9B37A354BFCBB58C3A5FA8ECAEB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DF8E5516DA34CD183F438321970F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AD02D-41FB-44FA-AA55-32B0814B2827}"/>
      </w:docPartPr>
      <w:docPartBody>
        <w:p w:rsidR="00DB0827" w:rsidRDefault="005441C7">
          <w:pPr>
            <w:pStyle w:val="DDF8E5516DA34CD183F438321970F079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E2E7BE3BF694BB6A42D3E34D684CA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16749-C713-4967-BABD-A3AA318B45E2}"/>
      </w:docPartPr>
      <w:docPartBody>
        <w:p w:rsidR="00DB0827" w:rsidRDefault="005441C7">
          <w:pPr>
            <w:pStyle w:val="7E2E7BE3BF694BB6A42D3E34D684CAB2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B02ED9BFB6E4D49BE71138D55415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F7D63-D911-4C8D-A0A9-8044084304C0}"/>
      </w:docPartPr>
      <w:docPartBody>
        <w:p w:rsidR="00DB0827" w:rsidRDefault="005441C7">
          <w:pPr>
            <w:pStyle w:val="FB02ED9BFB6E4D49BE71138D5541570C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698BD8E7B82B4019815054AF4FFE8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AC2AA-6803-4E43-A7B1-5674452BFA83}"/>
      </w:docPartPr>
      <w:docPartBody>
        <w:p w:rsidR="00DB0827" w:rsidRDefault="005441C7">
          <w:pPr>
            <w:pStyle w:val="698BD8E7B82B4019815054AF4FFE846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6C7D4AB7F94414ABED095DB1A6BE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2EF0C-6DB5-4BF1-957E-19C9895328D6}"/>
      </w:docPartPr>
      <w:docPartBody>
        <w:p w:rsidR="00DB0827" w:rsidRDefault="005441C7">
          <w:pPr>
            <w:pStyle w:val="26C7D4AB7F94414ABED095DB1A6BE1C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B3538223AA0413386ABD7A4B0D1F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E303A-EACD-4987-8B43-F4E3B8107D9B}"/>
      </w:docPartPr>
      <w:docPartBody>
        <w:p w:rsidR="00DB0827" w:rsidRDefault="005441C7">
          <w:pPr>
            <w:pStyle w:val="CB3538223AA0413386ABD7A4B0D1F62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4B70F163516349D8ABEEB89222ABC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26F2F8-ACE2-4795-BFCC-90DA2B4AE77D}"/>
      </w:docPartPr>
      <w:docPartBody>
        <w:p w:rsidR="00DB0827" w:rsidRDefault="005441C7">
          <w:pPr>
            <w:pStyle w:val="4B70F163516349D8ABEEB89222ABCF6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B087C5E74974B69A330365D8E1E3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EDBB1-A8E3-4B6C-989F-5052865C629F}"/>
      </w:docPartPr>
      <w:docPartBody>
        <w:p w:rsidR="00DB0827" w:rsidRDefault="005441C7">
          <w:pPr>
            <w:pStyle w:val="0B087C5E74974B69A330365D8E1E3675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45618F2DB7804361998329F1C8215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35122-8457-42E7-BCC5-90952978283B}"/>
      </w:docPartPr>
      <w:docPartBody>
        <w:p w:rsidR="00DB0827" w:rsidRDefault="005441C7">
          <w:pPr>
            <w:pStyle w:val="45618F2DB7804361998329F1C8215DF8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ACCF6BADF704E43AEA96C9C3BABF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A1825-5C27-49ED-BE44-7C7AED288F96}"/>
      </w:docPartPr>
      <w:docPartBody>
        <w:p w:rsidR="00DB0827" w:rsidRDefault="005441C7">
          <w:pPr>
            <w:pStyle w:val="5ACCF6BADF704E43AEA96C9C3BABF76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9D924833A1840E196259BD84832F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B6459-2B35-466D-934E-EE2A89A62B33}"/>
      </w:docPartPr>
      <w:docPartBody>
        <w:p w:rsidR="00DB0827" w:rsidRDefault="005441C7">
          <w:pPr>
            <w:pStyle w:val="99D924833A1840E196259BD84832F148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51E471D8AB34C4281DFCBF288F4A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8C765-3278-49F2-889A-3F1CFE93AAA5}"/>
      </w:docPartPr>
      <w:docPartBody>
        <w:p w:rsidR="00DB0827" w:rsidRDefault="005441C7">
          <w:pPr>
            <w:pStyle w:val="851E471D8AB34C4281DFCBF288F4A53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A0360D407C24286B73581DB10460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0B736-779C-440D-8B51-433328189C18}"/>
      </w:docPartPr>
      <w:docPartBody>
        <w:p w:rsidR="00DB0827" w:rsidRDefault="005441C7">
          <w:pPr>
            <w:pStyle w:val="6A0360D407C24286B73581DB10460C3B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03D3B2741B8C4B899B64FCADABF33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83DB2-D595-44EF-90B9-88AB1C525FB3}"/>
      </w:docPartPr>
      <w:docPartBody>
        <w:p w:rsidR="00DB0827" w:rsidRDefault="005441C7">
          <w:pPr>
            <w:pStyle w:val="03D3B2741B8C4B899B64FCADABF337C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5FFBED7F8EF4667B50930F85D0AA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BB629-531E-4EA1-B229-4F949BF8B0E0}"/>
      </w:docPartPr>
      <w:docPartBody>
        <w:p w:rsidR="00DB0827" w:rsidRDefault="005441C7">
          <w:pPr>
            <w:pStyle w:val="05FFBED7F8EF4667B50930F85D0AA936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3FB4C27B5A74F8E8D925FC9131B2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FF96C-028D-4F96-8347-8956F328A2AA}"/>
      </w:docPartPr>
      <w:docPartBody>
        <w:p w:rsidR="00DB0827" w:rsidRDefault="005441C7">
          <w:pPr>
            <w:pStyle w:val="C3FB4C27B5A74F8E8D925FC9131B231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A10A43485FF473EBAC4AA5AF33AD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B7E2E-5A43-4544-B9A7-05C07A606FD2}"/>
      </w:docPartPr>
      <w:docPartBody>
        <w:p w:rsidR="00DB0827" w:rsidRDefault="005441C7">
          <w:pPr>
            <w:pStyle w:val="1A10A43485FF473EBAC4AA5AF33AD5D7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A7E3D0442304361ADCCFE555C655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817A9-EFEC-4BC7-9AC3-9BB592DFB08A}"/>
      </w:docPartPr>
      <w:docPartBody>
        <w:p w:rsidR="00DB0827" w:rsidRDefault="005441C7">
          <w:pPr>
            <w:pStyle w:val="AA7E3D0442304361ADCCFE555C6550E6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EB51189AC2F146E1B9D6541CA91F4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4C529-224E-4B87-8EF6-BD516BBEB328}"/>
      </w:docPartPr>
      <w:docPartBody>
        <w:p w:rsidR="00DB0827" w:rsidRDefault="005441C7">
          <w:pPr>
            <w:pStyle w:val="EB51189AC2F146E1B9D6541CA91F468A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990671AD60C4E3FA6B25BFA284E5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8C2D6-35C9-4BBB-A515-BD75F1324921}"/>
      </w:docPartPr>
      <w:docPartBody>
        <w:p w:rsidR="00DB0827" w:rsidRDefault="005441C7">
          <w:pPr>
            <w:pStyle w:val="1990671AD60C4E3FA6B25BFA284E53E5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8888D46F7EC4E798AABC366339BB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465EC-6C23-4E7E-9CD6-47C0B078BB42}"/>
      </w:docPartPr>
      <w:docPartBody>
        <w:p w:rsidR="00DB0827" w:rsidRDefault="005441C7">
          <w:pPr>
            <w:pStyle w:val="B8888D46F7EC4E798AABC366339BBC9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6C1ED669C3947AA8A83B6ECE3B3C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D2CFE-DAD8-4A9A-B5BF-B962001634F5}"/>
      </w:docPartPr>
      <w:docPartBody>
        <w:p w:rsidR="00DB0827" w:rsidRDefault="005441C7">
          <w:pPr>
            <w:pStyle w:val="16C1ED669C3947AA8A83B6ECE3B3CC51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7E5968AC1E74CDC810DF392859F6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60ECA-EFBA-40DB-BC2F-89C311A61FEB}"/>
      </w:docPartPr>
      <w:docPartBody>
        <w:p w:rsidR="00DB0827" w:rsidRDefault="005441C7">
          <w:pPr>
            <w:pStyle w:val="C7E5968AC1E74CDC810DF392859F6938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060663DB519E47A8AC27F124E694C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9A9B2-A4F8-4C06-9314-6C142E9BB98B}"/>
      </w:docPartPr>
      <w:docPartBody>
        <w:p w:rsidR="00DB0827" w:rsidRDefault="005441C7">
          <w:pPr>
            <w:pStyle w:val="060663DB519E47A8AC27F124E694C9D0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CD5AFBFA85E42E089D970085BAAB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FD1B0-3F25-4E44-BE3C-5AB19746708E}"/>
      </w:docPartPr>
      <w:docPartBody>
        <w:p w:rsidR="00DB0827" w:rsidRDefault="005441C7">
          <w:pPr>
            <w:pStyle w:val="1CD5AFBFA85E42E089D970085BAAB90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C3FBE69541B484980466DFFFC1E8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458AD-D83D-48CD-AAAD-2F6C413A8E78}"/>
      </w:docPartPr>
      <w:docPartBody>
        <w:p w:rsidR="00DB0827" w:rsidRDefault="005441C7">
          <w:pPr>
            <w:pStyle w:val="8C3FBE69541B484980466DFFFC1E8E7B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95A9BA2B354A4D68860DF33E3F908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9C546-E874-4B1B-A242-C1F14223A6A4}"/>
      </w:docPartPr>
      <w:docPartBody>
        <w:p w:rsidR="00DB0827" w:rsidRDefault="005441C7">
          <w:pPr>
            <w:pStyle w:val="95A9BA2B354A4D68860DF33E3F9087EB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D59790CDAC1429A9229DDAE48E2A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CA3A7-C78D-456A-B81A-02983615A4B9}"/>
      </w:docPartPr>
      <w:docPartBody>
        <w:p w:rsidR="00DB0827" w:rsidRDefault="005441C7">
          <w:pPr>
            <w:pStyle w:val="2D59790CDAC1429A9229DDAE48E2A847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EBB01C9A058485E82A6476D3270E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95E92-29CE-4F8E-879D-1ADB8B973300}"/>
      </w:docPartPr>
      <w:docPartBody>
        <w:p w:rsidR="00DB0827" w:rsidRDefault="005441C7">
          <w:pPr>
            <w:pStyle w:val="FEBB01C9A058485E82A6476D3270E378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7FEB1546C1C64752A9AD6D51F5CE3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E4ADB-0DDD-46C8-99B6-6CF143B06E3A}"/>
      </w:docPartPr>
      <w:docPartBody>
        <w:p w:rsidR="00DB0827" w:rsidRDefault="005441C7">
          <w:pPr>
            <w:pStyle w:val="7FEB1546C1C64752A9AD6D51F5CE3D07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363FBAD32FAA4E93AE3C8CDD668AC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C01FA-7C37-4EBB-AB0C-11C645A5979D}"/>
      </w:docPartPr>
      <w:docPartBody>
        <w:p w:rsidR="00DB0827" w:rsidRDefault="005441C7">
          <w:pPr>
            <w:pStyle w:val="363FBAD32FAA4E93AE3C8CDD668AC165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AD08FCFEE374EA6BE8842CCA3287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173DF-9D96-4545-8F85-04ADB9755E1C}"/>
      </w:docPartPr>
      <w:docPartBody>
        <w:p w:rsidR="00DB0827" w:rsidRDefault="005441C7">
          <w:pPr>
            <w:pStyle w:val="2AD08FCFEE374EA6BE8842CCA328793E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AF99C13DB60413F9A539E6C54925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BBA58-3C61-4539-A4C3-00044EA99128}"/>
      </w:docPartPr>
      <w:docPartBody>
        <w:p w:rsidR="00DB0827" w:rsidRDefault="005441C7">
          <w:pPr>
            <w:pStyle w:val="BAF99C13DB60413F9A539E6C549251A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EFE928327D924C3B9F04F5AE1F594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440B9-32E1-4C04-A4BB-6845DC713F94}"/>
      </w:docPartPr>
      <w:docPartBody>
        <w:p w:rsidR="00DB0827" w:rsidRDefault="005441C7">
          <w:pPr>
            <w:pStyle w:val="EFE928327D924C3B9F04F5AE1F594C85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879E69386BA046EDA9CE576B24232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916CB5-46E3-4905-B270-E35B2553C473}"/>
      </w:docPartPr>
      <w:docPartBody>
        <w:p w:rsidR="00DB0827" w:rsidRDefault="005441C7">
          <w:pPr>
            <w:pStyle w:val="879E69386BA046EDA9CE576B242320AC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2054344DD344857B41FDB4707A37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DC6C9-21D2-4555-8260-8298915F0E0A}"/>
      </w:docPartPr>
      <w:docPartBody>
        <w:p w:rsidR="00DB0827" w:rsidRDefault="005441C7">
          <w:pPr>
            <w:pStyle w:val="12054344DD344857B41FDB4707A37C1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81D20129D97499AB13C502927B0D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F7F78-7C16-4F33-9821-B775F19E2F7D}"/>
      </w:docPartPr>
      <w:docPartBody>
        <w:p w:rsidR="00DB0827" w:rsidRDefault="005441C7">
          <w:pPr>
            <w:pStyle w:val="181D20129D97499AB13C502927B0D363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E3538150809437CA0B9E1A7CA5FC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55262-9D17-4CBA-85D1-AA8DA9820A78}"/>
      </w:docPartPr>
      <w:docPartBody>
        <w:p w:rsidR="00DB0827" w:rsidRDefault="005441C7">
          <w:pPr>
            <w:pStyle w:val="BE3538150809437CA0B9E1A7CA5FC6D4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3B524173C97D4A33B4A3AD3D47DC3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529DAB-F090-4C42-9CAB-6A5A4838CB23}"/>
      </w:docPartPr>
      <w:docPartBody>
        <w:p w:rsidR="00DB0827" w:rsidRDefault="005441C7">
          <w:pPr>
            <w:pStyle w:val="3B524173C97D4A33B4A3AD3D47DC3AE9"/>
          </w:pPr>
          <w:r w:rsidRPr="00D16732">
            <w:rPr>
              <w:rStyle w:val="Textodelmarcadordeposicin"/>
            </w:rPr>
            <w:t>Click here to enter a date.</w:t>
          </w:r>
        </w:p>
      </w:docPartBody>
    </w:docPart>
    <w:docPart>
      <w:docPartPr>
        <w:name w:val="67975F7FB9404AFE83FF035368DD7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76336-1001-4DE3-83F8-4441919AF86F}"/>
      </w:docPartPr>
      <w:docPartBody>
        <w:p w:rsidR="00DB0827" w:rsidRDefault="005441C7">
          <w:pPr>
            <w:pStyle w:val="67975F7FB9404AFE83FF035368DD7DC5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891B3454874D4BE18A41639AB2A7D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A10D1-A1E2-47F4-AE88-410DED7B4266}"/>
      </w:docPartPr>
      <w:docPartBody>
        <w:p w:rsidR="00DB0827" w:rsidRDefault="005441C7">
          <w:pPr>
            <w:pStyle w:val="891B3454874D4BE18A41639AB2A7DA5F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18006B20F89426E8882926AAA362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0ABC5-F68B-41D2-8CD2-6A4226D733A6}"/>
      </w:docPartPr>
      <w:docPartBody>
        <w:p w:rsidR="00DB0827" w:rsidRDefault="005441C7">
          <w:pPr>
            <w:pStyle w:val="718006B20F89426E8882926AAA362ED8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DADF14A7A1145398F317B9FE5F03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875E7-202C-4B00-8D8E-172E08BBF344}"/>
      </w:docPartPr>
      <w:docPartBody>
        <w:p w:rsidR="00DB0827" w:rsidRDefault="005441C7">
          <w:pPr>
            <w:pStyle w:val="CDADF14A7A1145398F317B9FE5F034E0"/>
          </w:pPr>
          <w:r w:rsidRPr="00D16732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41C7"/>
    <w:rsid w:val="005441C7"/>
    <w:rsid w:val="00B128D5"/>
    <w:rsid w:val="00DB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8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B0827"/>
    <w:rPr>
      <w:color w:val="808080"/>
    </w:rPr>
  </w:style>
  <w:style w:type="paragraph" w:customStyle="1" w:styleId="0558A8B1EB2E4DAEA97C5197055D41E5">
    <w:name w:val="0558A8B1EB2E4DAEA97C5197055D41E5"/>
    <w:rsid w:val="00DB0827"/>
  </w:style>
  <w:style w:type="paragraph" w:customStyle="1" w:styleId="AB0594308DBF49D4BE3548F8DAC7126D">
    <w:name w:val="AB0594308DBF49D4BE3548F8DAC7126D"/>
    <w:rsid w:val="00DB0827"/>
  </w:style>
  <w:style w:type="paragraph" w:customStyle="1" w:styleId="A53D2B39C7F3410897CBB0F066DCC2D3">
    <w:name w:val="A53D2B39C7F3410897CBB0F066DCC2D3"/>
    <w:rsid w:val="00DB0827"/>
  </w:style>
  <w:style w:type="paragraph" w:customStyle="1" w:styleId="8CB4C631E3054B3485AC053FEEABC30E">
    <w:name w:val="8CB4C631E3054B3485AC053FEEABC30E"/>
    <w:rsid w:val="00DB0827"/>
  </w:style>
  <w:style w:type="paragraph" w:customStyle="1" w:styleId="4AEE1BDB9F3E4C02BE0586E796011B00">
    <w:name w:val="4AEE1BDB9F3E4C02BE0586E796011B00"/>
    <w:rsid w:val="00DB0827"/>
  </w:style>
  <w:style w:type="paragraph" w:customStyle="1" w:styleId="7FC119E0211D4974AC5CD848C8E9193A">
    <w:name w:val="7FC119E0211D4974AC5CD848C8E9193A"/>
    <w:rsid w:val="00DB0827"/>
  </w:style>
  <w:style w:type="paragraph" w:customStyle="1" w:styleId="A76664290BB1450F8BC8E162989D6601">
    <w:name w:val="A76664290BB1450F8BC8E162989D6601"/>
    <w:rsid w:val="00DB0827"/>
  </w:style>
  <w:style w:type="paragraph" w:customStyle="1" w:styleId="2BDAB69316674767AE6C580D097A378F">
    <w:name w:val="2BDAB69316674767AE6C580D097A378F"/>
    <w:rsid w:val="00DB0827"/>
  </w:style>
  <w:style w:type="paragraph" w:customStyle="1" w:styleId="9938370881284D8E8366AC0CE1E07253">
    <w:name w:val="9938370881284D8E8366AC0CE1E07253"/>
    <w:rsid w:val="00DB0827"/>
  </w:style>
  <w:style w:type="paragraph" w:customStyle="1" w:styleId="84E0B463AA404AD0BA5CA17E073222CD">
    <w:name w:val="84E0B463AA404AD0BA5CA17E073222CD"/>
    <w:rsid w:val="00DB0827"/>
  </w:style>
  <w:style w:type="paragraph" w:customStyle="1" w:styleId="DB9C502ACF6340B89461C335374130CD">
    <w:name w:val="DB9C502ACF6340B89461C335374130CD"/>
    <w:rsid w:val="00DB0827"/>
  </w:style>
  <w:style w:type="paragraph" w:customStyle="1" w:styleId="D6DE983A2C0C43EAA3CE5A8C5A25CC7E">
    <w:name w:val="D6DE983A2C0C43EAA3CE5A8C5A25CC7E"/>
    <w:rsid w:val="00DB0827"/>
  </w:style>
  <w:style w:type="paragraph" w:customStyle="1" w:styleId="E22BA9130EEF40269C27A11F5F1E8201">
    <w:name w:val="E22BA9130EEF40269C27A11F5F1E8201"/>
    <w:rsid w:val="00DB0827"/>
  </w:style>
  <w:style w:type="paragraph" w:customStyle="1" w:styleId="F304802A1A384779B9341CE551E101BC">
    <w:name w:val="F304802A1A384779B9341CE551E101BC"/>
    <w:rsid w:val="00DB0827"/>
  </w:style>
  <w:style w:type="paragraph" w:customStyle="1" w:styleId="11DEB119BBE242FEA7DA6BC3985E8646">
    <w:name w:val="11DEB119BBE242FEA7DA6BC3985E8646"/>
    <w:rsid w:val="00DB0827"/>
  </w:style>
  <w:style w:type="paragraph" w:customStyle="1" w:styleId="0418C2E0F5834B249A38D1FC106E7EDF">
    <w:name w:val="0418C2E0F5834B249A38D1FC106E7EDF"/>
    <w:rsid w:val="00DB0827"/>
  </w:style>
  <w:style w:type="paragraph" w:customStyle="1" w:styleId="92C103AD340244408D8FA5E6FFD7E149">
    <w:name w:val="92C103AD340244408D8FA5E6FFD7E149"/>
    <w:rsid w:val="00DB0827"/>
  </w:style>
  <w:style w:type="paragraph" w:customStyle="1" w:styleId="4472D9B37A354BFCBB58C3A5FA8ECAEB">
    <w:name w:val="4472D9B37A354BFCBB58C3A5FA8ECAEB"/>
    <w:rsid w:val="00DB0827"/>
  </w:style>
  <w:style w:type="paragraph" w:customStyle="1" w:styleId="DDF8E5516DA34CD183F438321970F079">
    <w:name w:val="DDF8E5516DA34CD183F438321970F079"/>
    <w:rsid w:val="00DB0827"/>
  </w:style>
  <w:style w:type="paragraph" w:customStyle="1" w:styleId="7E2E7BE3BF694BB6A42D3E34D684CAB2">
    <w:name w:val="7E2E7BE3BF694BB6A42D3E34D684CAB2"/>
    <w:rsid w:val="00DB0827"/>
  </w:style>
  <w:style w:type="paragraph" w:customStyle="1" w:styleId="FB02ED9BFB6E4D49BE71138D5541570C">
    <w:name w:val="FB02ED9BFB6E4D49BE71138D5541570C"/>
    <w:rsid w:val="00DB0827"/>
  </w:style>
  <w:style w:type="paragraph" w:customStyle="1" w:styleId="698BD8E7B82B4019815054AF4FFE8461">
    <w:name w:val="698BD8E7B82B4019815054AF4FFE8461"/>
    <w:rsid w:val="00DB0827"/>
  </w:style>
  <w:style w:type="paragraph" w:customStyle="1" w:styleId="26C7D4AB7F94414ABED095DB1A6BE1CF">
    <w:name w:val="26C7D4AB7F94414ABED095DB1A6BE1CF"/>
    <w:rsid w:val="00DB0827"/>
  </w:style>
  <w:style w:type="paragraph" w:customStyle="1" w:styleId="CB3538223AA0413386ABD7A4B0D1F62E">
    <w:name w:val="CB3538223AA0413386ABD7A4B0D1F62E"/>
    <w:rsid w:val="00DB0827"/>
  </w:style>
  <w:style w:type="paragraph" w:customStyle="1" w:styleId="4B70F163516349D8ABEEB89222ABCF6A">
    <w:name w:val="4B70F163516349D8ABEEB89222ABCF6A"/>
    <w:rsid w:val="00DB0827"/>
  </w:style>
  <w:style w:type="paragraph" w:customStyle="1" w:styleId="0B087C5E74974B69A330365D8E1E3675">
    <w:name w:val="0B087C5E74974B69A330365D8E1E3675"/>
    <w:rsid w:val="00DB0827"/>
  </w:style>
  <w:style w:type="paragraph" w:customStyle="1" w:styleId="45618F2DB7804361998329F1C8215DF8">
    <w:name w:val="45618F2DB7804361998329F1C8215DF8"/>
    <w:rsid w:val="00DB0827"/>
  </w:style>
  <w:style w:type="paragraph" w:customStyle="1" w:styleId="5ACCF6BADF704E43AEA96C9C3BABF76A">
    <w:name w:val="5ACCF6BADF704E43AEA96C9C3BABF76A"/>
    <w:rsid w:val="00DB0827"/>
  </w:style>
  <w:style w:type="paragraph" w:customStyle="1" w:styleId="99D924833A1840E196259BD84832F148">
    <w:name w:val="99D924833A1840E196259BD84832F148"/>
    <w:rsid w:val="00DB0827"/>
  </w:style>
  <w:style w:type="paragraph" w:customStyle="1" w:styleId="851E471D8AB34C4281DFCBF288F4A53F">
    <w:name w:val="851E471D8AB34C4281DFCBF288F4A53F"/>
    <w:rsid w:val="00DB0827"/>
  </w:style>
  <w:style w:type="paragraph" w:customStyle="1" w:styleId="6A0360D407C24286B73581DB10460C3B">
    <w:name w:val="6A0360D407C24286B73581DB10460C3B"/>
    <w:rsid w:val="00DB0827"/>
  </w:style>
  <w:style w:type="paragraph" w:customStyle="1" w:styleId="03D3B2741B8C4B899B64FCADABF337CA">
    <w:name w:val="03D3B2741B8C4B899B64FCADABF337CA"/>
    <w:rsid w:val="00DB0827"/>
  </w:style>
  <w:style w:type="paragraph" w:customStyle="1" w:styleId="05FFBED7F8EF4667B50930F85D0AA936">
    <w:name w:val="05FFBED7F8EF4667B50930F85D0AA936"/>
    <w:rsid w:val="00DB0827"/>
  </w:style>
  <w:style w:type="paragraph" w:customStyle="1" w:styleId="C3FB4C27B5A74F8E8D925FC9131B231C">
    <w:name w:val="C3FB4C27B5A74F8E8D925FC9131B231C"/>
    <w:rsid w:val="00DB0827"/>
  </w:style>
  <w:style w:type="paragraph" w:customStyle="1" w:styleId="1A10A43485FF473EBAC4AA5AF33AD5D7">
    <w:name w:val="1A10A43485FF473EBAC4AA5AF33AD5D7"/>
    <w:rsid w:val="00DB0827"/>
  </w:style>
  <w:style w:type="paragraph" w:customStyle="1" w:styleId="AA7E3D0442304361ADCCFE555C6550E6">
    <w:name w:val="AA7E3D0442304361ADCCFE555C6550E6"/>
    <w:rsid w:val="00DB0827"/>
  </w:style>
  <w:style w:type="paragraph" w:customStyle="1" w:styleId="EB51189AC2F146E1B9D6541CA91F468A">
    <w:name w:val="EB51189AC2F146E1B9D6541CA91F468A"/>
    <w:rsid w:val="00DB0827"/>
  </w:style>
  <w:style w:type="paragraph" w:customStyle="1" w:styleId="1990671AD60C4E3FA6B25BFA284E53E5">
    <w:name w:val="1990671AD60C4E3FA6B25BFA284E53E5"/>
    <w:rsid w:val="00DB0827"/>
  </w:style>
  <w:style w:type="paragraph" w:customStyle="1" w:styleId="B8888D46F7EC4E798AABC366339BBC9E">
    <w:name w:val="B8888D46F7EC4E798AABC366339BBC9E"/>
    <w:rsid w:val="00DB0827"/>
  </w:style>
  <w:style w:type="paragraph" w:customStyle="1" w:styleId="16C1ED669C3947AA8A83B6ECE3B3CC51">
    <w:name w:val="16C1ED669C3947AA8A83B6ECE3B3CC51"/>
    <w:rsid w:val="00DB0827"/>
  </w:style>
  <w:style w:type="paragraph" w:customStyle="1" w:styleId="C7E5968AC1E74CDC810DF392859F6938">
    <w:name w:val="C7E5968AC1E74CDC810DF392859F6938"/>
    <w:rsid w:val="00DB0827"/>
  </w:style>
  <w:style w:type="paragraph" w:customStyle="1" w:styleId="060663DB519E47A8AC27F124E694C9D0">
    <w:name w:val="060663DB519E47A8AC27F124E694C9D0"/>
    <w:rsid w:val="00DB0827"/>
  </w:style>
  <w:style w:type="paragraph" w:customStyle="1" w:styleId="1CD5AFBFA85E42E089D970085BAAB90F">
    <w:name w:val="1CD5AFBFA85E42E089D970085BAAB90F"/>
    <w:rsid w:val="00DB0827"/>
  </w:style>
  <w:style w:type="paragraph" w:customStyle="1" w:styleId="8C3FBE69541B484980466DFFFC1E8E7B">
    <w:name w:val="8C3FBE69541B484980466DFFFC1E8E7B"/>
    <w:rsid w:val="00DB0827"/>
  </w:style>
  <w:style w:type="paragraph" w:customStyle="1" w:styleId="95A9BA2B354A4D68860DF33E3F9087EB">
    <w:name w:val="95A9BA2B354A4D68860DF33E3F9087EB"/>
    <w:rsid w:val="00DB0827"/>
  </w:style>
  <w:style w:type="paragraph" w:customStyle="1" w:styleId="2D59790CDAC1429A9229DDAE48E2A847">
    <w:name w:val="2D59790CDAC1429A9229DDAE48E2A847"/>
    <w:rsid w:val="00DB0827"/>
  </w:style>
  <w:style w:type="paragraph" w:customStyle="1" w:styleId="FEBB01C9A058485E82A6476D3270E378">
    <w:name w:val="FEBB01C9A058485E82A6476D3270E378"/>
    <w:rsid w:val="00DB0827"/>
  </w:style>
  <w:style w:type="paragraph" w:customStyle="1" w:styleId="7FEB1546C1C64752A9AD6D51F5CE3D07">
    <w:name w:val="7FEB1546C1C64752A9AD6D51F5CE3D07"/>
    <w:rsid w:val="00DB0827"/>
  </w:style>
  <w:style w:type="paragraph" w:customStyle="1" w:styleId="363FBAD32FAA4E93AE3C8CDD668AC165">
    <w:name w:val="363FBAD32FAA4E93AE3C8CDD668AC165"/>
    <w:rsid w:val="00DB0827"/>
  </w:style>
  <w:style w:type="paragraph" w:customStyle="1" w:styleId="2AD08FCFEE374EA6BE8842CCA328793E">
    <w:name w:val="2AD08FCFEE374EA6BE8842CCA328793E"/>
    <w:rsid w:val="00DB0827"/>
  </w:style>
  <w:style w:type="paragraph" w:customStyle="1" w:styleId="BAF99C13DB60413F9A539E6C549251AC">
    <w:name w:val="BAF99C13DB60413F9A539E6C549251AC"/>
    <w:rsid w:val="00DB0827"/>
  </w:style>
  <w:style w:type="paragraph" w:customStyle="1" w:styleId="EFE928327D924C3B9F04F5AE1F594C85">
    <w:name w:val="EFE928327D924C3B9F04F5AE1F594C85"/>
    <w:rsid w:val="00DB0827"/>
  </w:style>
  <w:style w:type="paragraph" w:customStyle="1" w:styleId="879E69386BA046EDA9CE576B242320AC">
    <w:name w:val="879E69386BA046EDA9CE576B242320AC"/>
    <w:rsid w:val="00DB0827"/>
  </w:style>
  <w:style w:type="paragraph" w:customStyle="1" w:styleId="12054344DD344857B41FDB4707A37C13">
    <w:name w:val="12054344DD344857B41FDB4707A37C13"/>
    <w:rsid w:val="00DB0827"/>
  </w:style>
  <w:style w:type="paragraph" w:customStyle="1" w:styleId="181D20129D97499AB13C502927B0D363">
    <w:name w:val="181D20129D97499AB13C502927B0D363"/>
    <w:rsid w:val="00DB0827"/>
  </w:style>
  <w:style w:type="paragraph" w:customStyle="1" w:styleId="BE3538150809437CA0B9E1A7CA5FC6D4">
    <w:name w:val="BE3538150809437CA0B9E1A7CA5FC6D4"/>
    <w:rsid w:val="00DB0827"/>
  </w:style>
  <w:style w:type="paragraph" w:customStyle="1" w:styleId="3B524173C97D4A33B4A3AD3D47DC3AE9">
    <w:name w:val="3B524173C97D4A33B4A3AD3D47DC3AE9"/>
    <w:rsid w:val="00DB0827"/>
  </w:style>
  <w:style w:type="paragraph" w:customStyle="1" w:styleId="67975F7FB9404AFE83FF035368DD7DC5">
    <w:name w:val="67975F7FB9404AFE83FF035368DD7DC5"/>
    <w:rsid w:val="00DB0827"/>
  </w:style>
  <w:style w:type="paragraph" w:customStyle="1" w:styleId="891B3454874D4BE18A41639AB2A7DA5F">
    <w:name w:val="891B3454874D4BE18A41639AB2A7DA5F"/>
    <w:rsid w:val="00DB0827"/>
  </w:style>
  <w:style w:type="paragraph" w:customStyle="1" w:styleId="718006B20F89426E8882926AAA362ED8">
    <w:name w:val="718006B20F89426E8882926AAA362ED8"/>
    <w:rsid w:val="00DB0827"/>
  </w:style>
  <w:style w:type="paragraph" w:customStyle="1" w:styleId="CDADF14A7A1145398F317B9FE5F034E0">
    <w:name w:val="CDADF14A7A1145398F317B9FE5F034E0"/>
    <w:rsid w:val="00DB08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49A95-12EF-41F0-9CAE-681007A2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SNCC.F.015- Registro de Interesados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WANDA GONZALEZ</cp:lastModifiedBy>
  <cp:revision>2</cp:revision>
  <cp:lastPrinted>2011-03-03T17:58:00Z</cp:lastPrinted>
  <dcterms:created xsi:type="dcterms:W3CDTF">2018-11-13T14:31:00Z</dcterms:created>
  <dcterms:modified xsi:type="dcterms:W3CDTF">2018-11-13T14:31:00Z</dcterms:modified>
</cp:coreProperties>
</file>