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FA2AFA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6A674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CF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" filled="f" stroked="f">
                <v:textbox>
                  <w:txbxContent>
                    <w:p w:rsidR="0026335F" w:rsidRPr="0026335F" w:rsidRDefault="006A674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">
                <v:rect id="Rectangle 22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group id="Group 23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24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0030D2" w:rsidP="0053596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6A674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:rsidR="002E1412" w:rsidRPr="002E1412" w:rsidRDefault="006A674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6A674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6A674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45" w:rsidRDefault="006A6745" w:rsidP="001007E7">
      <w:pPr>
        <w:spacing w:after="0" w:line="240" w:lineRule="auto"/>
      </w:pPr>
      <w:r>
        <w:separator/>
      </w:r>
    </w:p>
  </w:endnote>
  <w:endnote w:type="continuationSeparator" w:id="0">
    <w:p w:rsidR="006A6745" w:rsidRDefault="006A674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45" w:rsidRDefault="006A6745" w:rsidP="001007E7">
      <w:pPr>
        <w:spacing w:after="0" w:line="240" w:lineRule="auto"/>
      </w:pPr>
      <w:r>
        <w:separator/>
      </w:r>
    </w:p>
  </w:footnote>
  <w:footnote w:type="continuationSeparator" w:id="0">
    <w:p w:rsidR="006A6745" w:rsidRDefault="006A6745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3E4369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A6745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3CFF-88F5-48DE-8408-4D601E6E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WANDA GONZALEZ</cp:lastModifiedBy>
  <cp:revision>2</cp:revision>
  <cp:lastPrinted>2011-03-04T18:48:00Z</cp:lastPrinted>
  <dcterms:created xsi:type="dcterms:W3CDTF">2018-11-07T22:10:00Z</dcterms:created>
  <dcterms:modified xsi:type="dcterms:W3CDTF">2018-11-07T22:10:00Z</dcterms:modified>
</cp:coreProperties>
</file>